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3F00E0" w:rsidR="003F00E0" w:rsidP="003F00E0" w:rsidRDefault="003F00E0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Cs/>
          <w:i/>
        </w:rPr>
        <w:t>Załącznik nr 1.5 do Zarządzenia Rektora UR  nr 12/2019</w:t>
      </w:r>
    </w:p>
    <w:p w:rsidRPr="003F00E0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SYLABUS</w:t>
      </w:r>
    </w:p>
    <w:p w:rsidRPr="003F00E0" w:rsidR="0085747A" w:rsidP="00EA4832" w:rsidRDefault="0071620A" w14:paraId="425D6E08" w14:textId="2C0F6CC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dotyczy cyklu kształcenia</w:t>
      </w:r>
      <w:r w:rsidRPr="003F00E0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82006D">
        <w:rPr>
          <w:rFonts w:ascii="Corbel" w:hAnsi="Corbel"/>
          <w:i/>
          <w:smallCaps/>
          <w:sz w:val="24"/>
          <w:szCs w:val="24"/>
        </w:rPr>
        <w:t>2019-2022</w:t>
      </w:r>
    </w:p>
    <w:p w:rsidRPr="003F00E0" w:rsidR="003F00E0" w:rsidP="003F00E0" w:rsidRDefault="003F00E0" w14:paraId="2A94F79A" w14:textId="70AD985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F00E0">
        <w:rPr>
          <w:rFonts w:ascii="Corbel" w:hAnsi="Corbel"/>
          <w:sz w:val="20"/>
          <w:szCs w:val="20"/>
        </w:rPr>
        <w:t>Rok akademicki: 202</w:t>
      </w:r>
      <w:r w:rsidR="0082006D">
        <w:rPr>
          <w:rFonts w:ascii="Corbel" w:hAnsi="Corbel"/>
          <w:sz w:val="20"/>
          <w:szCs w:val="20"/>
        </w:rPr>
        <w:t>1</w:t>
      </w:r>
      <w:r w:rsidRPr="003F00E0">
        <w:rPr>
          <w:rFonts w:ascii="Corbel" w:hAnsi="Corbel"/>
          <w:sz w:val="20"/>
          <w:szCs w:val="20"/>
        </w:rPr>
        <w:t>/202</w:t>
      </w:r>
      <w:r w:rsidR="0082006D">
        <w:rPr>
          <w:rFonts w:ascii="Corbel" w:hAnsi="Corbel"/>
          <w:sz w:val="20"/>
          <w:szCs w:val="20"/>
        </w:rPr>
        <w:t>2</w:t>
      </w:r>
    </w:p>
    <w:p w:rsidRPr="003F00E0" w:rsidR="0085747A" w:rsidP="009C54AE" w:rsidRDefault="0085747A" w14:paraId="672A66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 xml:space="preserve">1. </w:t>
      </w:r>
      <w:r w:rsidRPr="003F00E0" w:rsidR="0085747A">
        <w:rPr>
          <w:rFonts w:ascii="Corbel" w:hAnsi="Corbel"/>
          <w:szCs w:val="24"/>
        </w:rPr>
        <w:t xml:space="preserve">Podstawowe </w:t>
      </w:r>
      <w:r w:rsidRPr="003F00E0" w:rsidR="003F00E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3F00E0" w:rsidR="00200FE2" w:rsidTr="00200FE2" w14:paraId="2056BFE5" w14:textId="77777777">
        <w:tc>
          <w:tcPr>
            <w:tcW w:w="2694" w:type="dxa"/>
            <w:vAlign w:val="center"/>
          </w:tcPr>
          <w:p w:rsidRPr="003F00E0" w:rsidR="00200FE2" w:rsidP="003F00E0" w:rsidRDefault="003F00E0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3F00E0" w:rsidR="00200FE2" w:rsidP="00D34540" w:rsidRDefault="00200FE2" w14:paraId="04D0F5A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Logistyka </w:t>
            </w:r>
          </w:p>
        </w:tc>
      </w:tr>
      <w:tr w:rsidRPr="003F00E0" w:rsidR="00200FE2" w:rsidTr="00200FE2" w14:paraId="6F6B6CEA" w14:textId="77777777">
        <w:tc>
          <w:tcPr>
            <w:tcW w:w="2694" w:type="dxa"/>
            <w:vAlign w:val="center"/>
          </w:tcPr>
          <w:p w:rsidRPr="003F00E0" w:rsidR="00200FE2" w:rsidP="003F00E0" w:rsidRDefault="00200FE2" w14:paraId="1A8BC5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Kod przedmiotu</w:t>
            </w:r>
            <w:r w:rsidRPr="003F00E0" w:rsid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3F00E0" w:rsidR="00200FE2" w:rsidP="00D34540" w:rsidRDefault="00200FE2" w14:paraId="47F0450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E/I/EP/C-1.9a</w:t>
            </w:r>
          </w:p>
        </w:tc>
      </w:tr>
      <w:tr w:rsidRPr="003F00E0" w:rsidR="00200FE2" w:rsidTr="00200FE2" w14:paraId="4E2F8C33" w14:textId="77777777">
        <w:tc>
          <w:tcPr>
            <w:tcW w:w="2694" w:type="dxa"/>
            <w:vAlign w:val="center"/>
          </w:tcPr>
          <w:p w:rsidRPr="003F00E0" w:rsidR="00200FE2" w:rsidP="00D34540" w:rsidRDefault="003F00E0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3F00E0" w:rsidR="00200FE2" w:rsidP="00D34540" w:rsidRDefault="00C038D4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3F00E0" w:rsidR="00200FE2" w:rsidTr="00200FE2" w14:paraId="729EEB71" w14:textId="77777777">
        <w:tc>
          <w:tcPr>
            <w:tcW w:w="2694" w:type="dxa"/>
            <w:vAlign w:val="center"/>
          </w:tcPr>
          <w:p w:rsidRPr="003F00E0" w:rsidR="00200FE2" w:rsidP="00D34540" w:rsidRDefault="00200FE2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3F00E0" w:rsidR="00200FE2" w:rsidP="003F00E0" w:rsidRDefault="003F00E0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3F00E0" w:rsidR="00200FE2" w:rsidTr="00200FE2" w14:paraId="048482E6" w14:textId="77777777">
        <w:tc>
          <w:tcPr>
            <w:tcW w:w="2694" w:type="dxa"/>
            <w:vAlign w:val="center"/>
          </w:tcPr>
          <w:p w:rsidRPr="003F00E0" w:rsidR="00200FE2" w:rsidP="00D34540" w:rsidRDefault="00200FE2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3F00E0" w:rsidR="00200FE2" w:rsidP="003F00E0" w:rsidRDefault="00627485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Pr="003F00E0" w:rsidR="00200FE2" w:rsidTr="00200FE2" w14:paraId="51855271" w14:textId="77777777">
        <w:tc>
          <w:tcPr>
            <w:tcW w:w="2694" w:type="dxa"/>
            <w:vAlign w:val="center"/>
          </w:tcPr>
          <w:p w:rsidRPr="003F00E0" w:rsidR="00200FE2" w:rsidP="00D34540" w:rsidRDefault="00200FE2" w14:paraId="4C8DEF9C" w14:textId="106BE5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C161D">
              <w:rPr>
                <w:rFonts w:ascii="Corbel" w:hAnsi="Corbel"/>
                <w:sz w:val="24"/>
                <w:szCs w:val="24"/>
              </w:rPr>
              <w:t>studiów</w:t>
            </w:r>
            <w:r w:rsidRPr="003F00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Pr="003F00E0" w:rsidR="00200FE2" w:rsidP="00D34540" w:rsidRDefault="003F00E0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Pr="003F00E0" w:rsidR="00200FE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3F00E0" w:rsidR="00200FE2" w:rsidTr="00200FE2" w14:paraId="3A488BE5" w14:textId="77777777">
        <w:tc>
          <w:tcPr>
            <w:tcW w:w="2694" w:type="dxa"/>
            <w:vAlign w:val="center"/>
          </w:tcPr>
          <w:p w:rsidRPr="003F00E0" w:rsidR="00200FE2" w:rsidP="00D34540" w:rsidRDefault="00200FE2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3F00E0" w:rsidR="00200FE2" w:rsidP="00D34540" w:rsidRDefault="00200FE2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F00E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3F00E0" w:rsidR="00200FE2" w:rsidTr="00200FE2" w14:paraId="5C70B2EB" w14:textId="77777777">
        <w:tc>
          <w:tcPr>
            <w:tcW w:w="2694" w:type="dxa"/>
            <w:vAlign w:val="center"/>
          </w:tcPr>
          <w:p w:rsidRPr="003F00E0" w:rsidR="00200FE2" w:rsidP="00D34540" w:rsidRDefault="00200FE2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14097" w:rsidR="00200FE2" w:rsidP="00D34540" w:rsidRDefault="00B14097" w14:paraId="56B68402" w14:textId="40A37A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09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3F00E0" w:rsidR="00200FE2" w:rsidTr="00200FE2" w14:paraId="4BF617D6" w14:textId="77777777">
        <w:tc>
          <w:tcPr>
            <w:tcW w:w="2694" w:type="dxa"/>
            <w:vAlign w:val="center"/>
          </w:tcPr>
          <w:p w:rsidRPr="003F00E0" w:rsidR="00200FE2" w:rsidP="00D34540" w:rsidRDefault="00200FE2" w14:paraId="393EE5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3F00E0" w:rsidR="00200FE2" w:rsidP="003F00E0" w:rsidRDefault="00C038D4" w14:paraId="550BB73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Pr="003F00E0" w:rsidR="00200FE2" w:rsidTr="00200FE2" w14:paraId="6C505C59" w14:textId="77777777">
        <w:tc>
          <w:tcPr>
            <w:tcW w:w="2694" w:type="dxa"/>
            <w:vAlign w:val="center"/>
          </w:tcPr>
          <w:p w:rsidRPr="003F00E0" w:rsidR="00200FE2" w:rsidP="00D34540" w:rsidRDefault="00200FE2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3F00E0" w:rsidR="00200FE2" w:rsidP="003F00E0" w:rsidRDefault="00200FE2" w14:paraId="2EEBBF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Pr="003F00E0" w:rsidR="00200FE2" w:rsidTr="00200FE2" w14:paraId="2786482B" w14:textId="77777777">
        <w:tc>
          <w:tcPr>
            <w:tcW w:w="2694" w:type="dxa"/>
            <w:vAlign w:val="center"/>
          </w:tcPr>
          <w:p w:rsidRPr="003F00E0" w:rsidR="00200FE2" w:rsidP="00D34540" w:rsidRDefault="00200FE2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3F00E0" w:rsidR="00200FE2" w:rsidP="00D34540" w:rsidRDefault="00200FE2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3F00E0" w:rsidR="00200FE2" w:rsidTr="00200FE2" w14:paraId="76E9C03C" w14:textId="77777777">
        <w:tc>
          <w:tcPr>
            <w:tcW w:w="2694" w:type="dxa"/>
            <w:vAlign w:val="center"/>
          </w:tcPr>
          <w:p w:rsidRPr="003F00E0" w:rsidR="00200FE2" w:rsidP="00D34540" w:rsidRDefault="00200FE2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3F00E0" w:rsidR="00200FE2" w:rsidP="003F00E0" w:rsidRDefault="003F00E0" w14:paraId="7790ABF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Pr="003F00E0" w:rsidR="00C038D4">
              <w:rPr>
                <w:rStyle w:val="fontstyle01"/>
                <w:rFonts w:ascii="Corbel" w:hAnsi="Corbel"/>
              </w:rPr>
              <w:t xml:space="preserve">r hab. </w:t>
            </w:r>
            <w:r w:rsidRPr="003F00E0" w:rsidR="00C038D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Pr="003F00E0" w:rsidR="00C038D4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Pr="003F00E0" w:rsidR="00200FE2" w:rsidTr="00200FE2" w14:paraId="77F90B9C" w14:textId="77777777">
        <w:tc>
          <w:tcPr>
            <w:tcW w:w="2694" w:type="dxa"/>
            <w:vAlign w:val="center"/>
          </w:tcPr>
          <w:p w:rsidRPr="003F00E0" w:rsidR="00200FE2" w:rsidP="00D34540" w:rsidRDefault="00200FE2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3F00E0" w:rsidR="00200FE2" w:rsidP="003F00E0" w:rsidRDefault="003F00E0" w14:paraId="795FB3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Pr="003F00E0" w:rsidR="00C038D4">
              <w:rPr>
                <w:rStyle w:val="fontstyle01"/>
                <w:rFonts w:ascii="Corbel" w:hAnsi="Corbel"/>
              </w:rPr>
              <w:t xml:space="preserve">r hab. </w:t>
            </w:r>
            <w:r w:rsidRPr="003F00E0" w:rsidR="00C038D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Pr="003F00E0" w:rsidR="00C038D4">
              <w:rPr>
                <w:rStyle w:val="fontstyle01"/>
                <w:rFonts w:ascii="Corbel" w:hAnsi="Corbel"/>
              </w:rPr>
              <w:t xml:space="preserve"> prof. UR</w:t>
            </w:r>
            <w:r w:rsidRPr="003F00E0" w:rsidR="00C038D4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648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F00E0" w:rsidR="00200FE2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:rsidRPr="00CA2C2D" w:rsidR="003F00E0" w:rsidP="003F00E0" w:rsidRDefault="003F00E0" w14:paraId="755156F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3F00E0" w:rsidR="0085747A" w:rsidP="009C54AE" w:rsidRDefault="0085747A" w14:paraId="58DA35E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1.</w:t>
      </w:r>
      <w:r w:rsidRPr="003F00E0" w:rsidR="00E22FBC">
        <w:rPr>
          <w:rFonts w:ascii="Corbel" w:hAnsi="Corbel"/>
          <w:sz w:val="24"/>
          <w:szCs w:val="24"/>
        </w:rPr>
        <w:t>1</w:t>
      </w:r>
      <w:r w:rsidRPr="003F00E0">
        <w:rPr>
          <w:rFonts w:ascii="Corbel" w:hAnsi="Corbel"/>
          <w:sz w:val="24"/>
          <w:szCs w:val="24"/>
        </w:rPr>
        <w:t>.</w:t>
      </w:r>
      <w:r w:rsidR="003F00E0">
        <w:rPr>
          <w:rFonts w:ascii="Corbel" w:hAnsi="Corbel"/>
          <w:sz w:val="24"/>
          <w:szCs w:val="24"/>
        </w:rPr>
        <w:t xml:space="preserve"> </w:t>
      </w:r>
      <w:r w:rsidRPr="003F00E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3F00E0" w:rsidR="00923D7D" w:rsidP="009C54AE" w:rsidRDefault="00923D7D" w14:paraId="02EB378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3F00E0" w:rsidR="00015B8F" w:rsidTr="00C766DF" w14:paraId="6B53DC6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Semestr</w:t>
            </w:r>
          </w:p>
          <w:p w:rsidRPr="003F00E0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(</w:t>
            </w:r>
            <w:r w:rsidRPr="003F00E0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F00E0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00E0">
              <w:rPr>
                <w:rFonts w:ascii="Corbel" w:hAnsi="Corbel"/>
                <w:szCs w:val="24"/>
              </w:rPr>
              <w:t>Wykł</w:t>
            </w:r>
            <w:proofErr w:type="spellEnd"/>
            <w:r w:rsidRPr="003F00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F00E0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F00E0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00E0">
              <w:rPr>
                <w:rFonts w:ascii="Corbel" w:hAnsi="Corbel"/>
                <w:szCs w:val="24"/>
              </w:rPr>
              <w:t>Konw</w:t>
            </w:r>
            <w:proofErr w:type="spellEnd"/>
            <w:r w:rsidRPr="003F00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F00E0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00E0">
              <w:rPr>
                <w:rFonts w:ascii="Corbel" w:hAnsi="Corbel"/>
                <w:szCs w:val="24"/>
              </w:rPr>
              <w:t>Sem</w:t>
            </w:r>
            <w:proofErr w:type="spellEnd"/>
            <w:r w:rsidRPr="003F00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F00E0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F00E0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00E0">
              <w:rPr>
                <w:rFonts w:ascii="Corbel" w:hAnsi="Corbel"/>
                <w:szCs w:val="24"/>
              </w:rPr>
              <w:t>Prakt</w:t>
            </w:r>
            <w:proofErr w:type="spellEnd"/>
            <w:r w:rsidRPr="003F00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F00E0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F00E0" w:rsidR="00015B8F" w:rsidP="009C54AE" w:rsidRDefault="00015B8F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00E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Pr="003F00E0" w:rsidR="00015B8F" w:rsidTr="00C766DF" w14:paraId="04FA3D95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015B8F" w:rsidP="009C54AE" w:rsidRDefault="00C038D4" w14:paraId="29B4EA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B14097" w14:paraId="33CFEC6B" w14:textId="066097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B14097" w14:paraId="219897CE" w14:textId="611170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F00E0" w:rsidR="00015B8F" w:rsidP="009C54AE" w:rsidRDefault="00200FE2" w14:paraId="5FCD5E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3F00E0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3F00E0" w:rsidR="00923D7D" w:rsidP="009C54AE" w:rsidRDefault="00923D7D" w14:paraId="44EAFD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3F00E0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</w:t>
      </w:r>
      <w:r w:rsidRPr="003F00E0" w:rsidR="00E22FBC">
        <w:rPr>
          <w:rFonts w:ascii="Corbel" w:hAnsi="Corbel"/>
          <w:smallCaps w:val="0"/>
          <w:szCs w:val="24"/>
        </w:rPr>
        <w:t>2</w:t>
      </w:r>
      <w:r w:rsidRPr="003F00E0" w:rsidR="00F83B28">
        <w:rPr>
          <w:rFonts w:ascii="Corbel" w:hAnsi="Corbel"/>
          <w:smallCaps w:val="0"/>
          <w:szCs w:val="24"/>
        </w:rPr>
        <w:t>.</w:t>
      </w:r>
      <w:r w:rsidRPr="003F00E0" w:rsidR="00F83B28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Sposób realizacji zajęć  </w:t>
      </w:r>
    </w:p>
    <w:p w:rsidRPr="00CA2C2D" w:rsidR="003F00E0" w:rsidP="003F00E0" w:rsidRDefault="003F00E0" w14:paraId="4318AFC3" w14:textId="353342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 w:eastAsia="MS Gothic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:rsidRPr="00CA2C2D" w:rsidR="003F00E0" w:rsidP="003F00E0" w:rsidRDefault="003F00E0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hAnsi="Segoe UI Symbol" w:eastAsia="MS Gothic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3F00E0" w:rsidR="0085747A" w:rsidP="009C54AE" w:rsidRDefault="0085747A" w14:paraId="4B94D5A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3F00E0" w:rsidR="00E22FBC" w:rsidP="00F83B28" w:rsidRDefault="00E22FBC" w14:paraId="703DC6F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1.3</w:t>
      </w:r>
      <w:r w:rsidR="003F00E0">
        <w:rPr>
          <w:rFonts w:ascii="Corbel" w:hAnsi="Corbel"/>
          <w:smallCaps w:val="0"/>
          <w:szCs w:val="24"/>
        </w:rPr>
        <w:t>.</w:t>
      </w:r>
      <w:r w:rsidRPr="003F00E0" w:rsidR="00F83B28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Forma zaliczenia przedmiotu (z toku) </w:t>
      </w:r>
      <w:r w:rsidRPr="003F00E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3F00E0" w:rsidR="005B3DBA" w:rsidP="00F83B28" w:rsidRDefault="003F00E0" w14:paraId="543CA6E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3F00E0" w:rsidR="00200FE2">
        <w:rPr>
          <w:rFonts w:ascii="Corbel" w:hAnsi="Corbel"/>
          <w:b w:val="0"/>
          <w:smallCaps w:val="0"/>
          <w:szCs w:val="24"/>
        </w:rPr>
        <w:t>gzamin</w:t>
      </w:r>
    </w:p>
    <w:p w:rsidRPr="003F00E0" w:rsidR="005B3DBA" w:rsidP="00F83B28" w:rsidRDefault="005B3DBA" w14:paraId="3DEEC66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3F00E0" w:rsidR="0085747A" w:rsidP="009C54AE" w:rsidRDefault="0085747A" w14:paraId="57449D8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2.</w:t>
      </w:r>
      <w:r w:rsidR="003F00E0">
        <w:rPr>
          <w:rFonts w:ascii="Corbel" w:hAnsi="Corbel"/>
          <w:szCs w:val="24"/>
        </w:rPr>
        <w:t xml:space="preserve"> </w:t>
      </w:r>
      <w:r w:rsidRPr="003F00E0">
        <w:rPr>
          <w:rFonts w:ascii="Corbel" w:hAnsi="Corbel"/>
          <w:szCs w:val="24"/>
        </w:rPr>
        <w:t xml:space="preserve">Wymagania wstępne </w:t>
      </w:r>
    </w:p>
    <w:p w:rsidRPr="003F00E0" w:rsidR="00923D7D" w:rsidP="009C54AE" w:rsidRDefault="00923D7D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3F00E0" w:rsidR="0085747A" w:rsidTr="00745302" w14:paraId="46315402" w14:textId="77777777">
        <w:tc>
          <w:tcPr>
            <w:tcW w:w="9670" w:type="dxa"/>
          </w:tcPr>
          <w:p w:rsidRPr="003F00E0" w:rsidR="0085747A" w:rsidP="003F00E0" w:rsidRDefault="00200FE2" w14:paraId="5532295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</w:t>
            </w:r>
            <w:r w:rsidRPr="003F00E0" w:rsidR="008D13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ekonomią, 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zarządzaniem. Częściowa znajomość zagadnień realizowanych w ramach marketingu.</w:t>
            </w:r>
          </w:p>
        </w:tc>
      </w:tr>
    </w:tbl>
    <w:p w:rsidRPr="003F00E0" w:rsidR="0085747A" w:rsidP="009C54AE" w:rsidRDefault="0071620A" w14:paraId="7673EEF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3.</w:t>
      </w:r>
      <w:r w:rsidRPr="003F00E0" w:rsidR="0085747A">
        <w:rPr>
          <w:rFonts w:ascii="Corbel" w:hAnsi="Corbel"/>
          <w:szCs w:val="24"/>
        </w:rPr>
        <w:t xml:space="preserve"> cele, efekty </w:t>
      </w:r>
      <w:r w:rsidR="003F00E0">
        <w:rPr>
          <w:rFonts w:ascii="Corbel" w:hAnsi="Corbel"/>
          <w:szCs w:val="24"/>
        </w:rPr>
        <w:t>ucz</w:t>
      </w:r>
      <w:r w:rsidRPr="003F00E0" w:rsidR="0085747A">
        <w:rPr>
          <w:rFonts w:ascii="Corbel" w:hAnsi="Corbel"/>
          <w:szCs w:val="24"/>
        </w:rPr>
        <w:t xml:space="preserve">enia </w:t>
      </w:r>
      <w:r w:rsidR="003F00E0">
        <w:rPr>
          <w:rFonts w:ascii="Corbel" w:hAnsi="Corbel"/>
          <w:szCs w:val="24"/>
        </w:rPr>
        <w:t>się</w:t>
      </w:r>
      <w:r w:rsidRPr="003F00E0" w:rsidR="0085747A">
        <w:rPr>
          <w:rFonts w:ascii="Corbel" w:hAnsi="Corbel"/>
          <w:szCs w:val="24"/>
        </w:rPr>
        <w:t>, treści Programowe i stosowane metody Dydaktyczne</w:t>
      </w:r>
    </w:p>
    <w:p w:rsidRPr="003F00E0" w:rsidR="0085747A" w:rsidP="009C54AE" w:rsidRDefault="0085747A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3F00E0" w:rsidR="0085747A" w:rsidP="009C54AE" w:rsidRDefault="0071620A" w14:paraId="7C42DF13" w14:textId="77777777">
      <w:pPr>
        <w:pStyle w:val="Podpunkty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lastRenderedPageBreak/>
        <w:t>3.1</w:t>
      </w:r>
      <w:r w:rsidR="003F00E0">
        <w:rPr>
          <w:rFonts w:ascii="Corbel" w:hAnsi="Corbel"/>
          <w:sz w:val="24"/>
          <w:szCs w:val="24"/>
        </w:rPr>
        <w:t>.</w:t>
      </w:r>
      <w:r w:rsidRPr="003F00E0">
        <w:rPr>
          <w:rFonts w:ascii="Corbel" w:hAnsi="Corbel"/>
          <w:sz w:val="24"/>
          <w:szCs w:val="24"/>
        </w:rPr>
        <w:t xml:space="preserve"> </w:t>
      </w:r>
      <w:r w:rsidRPr="003F00E0" w:rsidR="0085747A">
        <w:rPr>
          <w:rFonts w:ascii="Corbel" w:hAnsi="Corbel"/>
          <w:sz w:val="24"/>
          <w:szCs w:val="24"/>
        </w:rPr>
        <w:t>Cele przedmiotu</w:t>
      </w:r>
    </w:p>
    <w:p w:rsidRPr="003F00E0" w:rsidR="00F83B28" w:rsidP="009C54AE" w:rsidRDefault="00F83B28" w14:paraId="049F31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3F00E0" w:rsidR="0085747A" w:rsidTr="00923D7D" w14:paraId="602307EB" w14:textId="77777777">
        <w:tc>
          <w:tcPr>
            <w:tcW w:w="851" w:type="dxa"/>
            <w:vAlign w:val="center"/>
          </w:tcPr>
          <w:p w:rsidRPr="003F00E0" w:rsidR="0085747A" w:rsidP="009C54A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3F00E0" w:rsidR="0085747A" w:rsidP="00200FE2" w:rsidRDefault="00200FE2" w14:paraId="0E8B6D1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Zapoznanie studentów z rolą, jaką odgrywa logistyka w k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ształtowaniu zmian w gospodarce.</w:t>
            </w:r>
          </w:p>
        </w:tc>
      </w:tr>
      <w:tr w:rsidRPr="003F00E0" w:rsidR="0085747A" w:rsidTr="00923D7D" w14:paraId="398139C7" w14:textId="77777777">
        <w:tc>
          <w:tcPr>
            <w:tcW w:w="851" w:type="dxa"/>
            <w:vAlign w:val="center"/>
          </w:tcPr>
          <w:p w:rsidRPr="003F00E0" w:rsidR="0085747A" w:rsidP="009C54AE" w:rsidRDefault="005B3DBA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3F00E0" w:rsidR="0085747A" w:rsidP="00200FE2" w:rsidRDefault="00200FE2" w14:paraId="2BE6CBF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istycznymi w przedsiębiorstwach.</w:t>
            </w:r>
          </w:p>
        </w:tc>
      </w:tr>
      <w:tr w:rsidRPr="003F00E0" w:rsidR="0085747A" w:rsidTr="00923D7D" w14:paraId="1061BFB0" w14:textId="77777777">
        <w:tc>
          <w:tcPr>
            <w:tcW w:w="851" w:type="dxa"/>
            <w:vAlign w:val="center"/>
          </w:tcPr>
          <w:p w:rsidRPr="003F00E0" w:rsidR="0085747A" w:rsidP="009C54AE" w:rsidRDefault="0085747A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3F00E0" w:rsidR="00016AB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3F00E0" w:rsidR="0085747A" w:rsidP="009C54AE" w:rsidRDefault="00200FE2" w14:paraId="6DB914E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mechanizmów logistycznych ułatwiających tworzenie efektywnych struktur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Pr="003F00E0" w:rsidR="0085747A" w:rsidP="009C54AE" w:rsidRDefault="0085747A" w14:paraId="5312826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3F00E0" w:rsidR="001D7B54" w:rsidP="009C54AE" w:rsidRDefault="009F4610" w14:paraId="13CC8F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3.2</w:t>
      </w:r>
      <w:r w:rsidR="003F00E0">
        <w:rPr>
          <w:rFonts w:ascii="Corbel" w:hAnsi="Corbel"/>
          <w:b/>
          <w:sz w:val="24"/>
          <w:szCs w:val="24"/>
        </w:rPr>
        <w:t>.</w:t>
      </w:r>
      <w:r w:rsidRPr="003F00E0">
        <w:rPr>
          <w:rFonts w:ascii="Corbel" w:hAnsi="Corbel"/>
          <w:b/>
          <w:sz w:val="24"/>
          <w:szCs w:val="24"/>
        </w:rPr>
        <w:t xml:space="preserve"> </w:t>
      </w:r>
      <w:r w:rsidRPr="003F00E0" w:rsidR="001D7B54">
        <w:rPr>
          <w:rFonts w:ascii="Corbel" w:hAnsi="Corbel"/>
          <w:b/>
          <w:sz w:val="24"/>
          <w:szCs w:val="24"/>
        </w:rPr>
        <w:t xml:space="preserve">Efekty </w:t>
      </w:r>
      <w:r w:rsidR="003F00E0">
        <w:rPr>
          <w:rFonts w:ascii="Corbel" w:hAnsi="Corbel"/>
          <w:b/>
          <w:sz w:val="24"/>
          <w:szCs w:val="24"/>
        </w:rPr>
        <w:t>ucz</w:t>
      </w:r>
      <w:r w:rsidRPr="003F00E0" w:rsidR="001D7B54">
        <w:rPr>
          <w:rFonts w:ascii="Corbel" w:hAnsi="Corbel"/>
          <w:b/>
          <w:sz w:val="24"/>
          <w:szCs w:val="24"/>
        </w:rPr>
        <w:t xml:space="preserve">enia </w:t>
      </w:r>
      <w:r w:rsidR="003F00E0">
        <w:rPr>
          <w:rFonts w:ascii="Corbel" w:hAnsi="Corbel"/>
          <w:b/>
          <w:sz w:val="24"/>
          <w:szCs w:val="24"/>
        </w:rPr>
        <w:t xml:space="preserve">się </w:t>
      </w:r>
      <w:r w:rsidRPr="003F00E0" w:rsidR="001D7B54">
        <w:rPr>
          <w:rFonts w:ascii="Corbel" w:hAnsi="Corbel"/>
          <w:b/>
          <w:sz w:val="24"/>
          <w:szCs w:val="24"/>
        </w:rPr>
        <w:t>dla przedmiotu</w:t>
      </w:r>
    </w:p>
    <w:p w:rsidR="001D7B54" w:rsidP="009C54AE" w:rsidRDefault="001D7B54" w14:paraId="62486C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Pr="003F00E0" w:rsidR="003F00E0" w:rsidTr="003F00E0" w14:paraId="5971F073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3F00E0" w:rsidP="003F00E0" w:rsidRDefault="003F00E0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3F00E0" w:rsidP="003F00E0" w:rsidRDefault="003F00E0" w14:paraId="70EE9269" w14:textId="77777777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3F00E0" w:rsidP="003F00E0" w:rsidRDefault="003F00E0" w14:paraId="45BBBB24" w14:textId="77777777">
            <w:pPr>
              <w:pStyle w:val="Punktygwne"/>
              <w:spacing w:before="0" w:after="0"/>
              <w:jc w:val="center"/>
              <w:rPr>
                <w:rFonts w:ascii="Corbel" w:hAnsi="Corbel" w:eastAsia="Times New Roman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3F00E0">
              <w:rPr>
                <w:rFonts w:ascii="Corbel" w:hAnsi="Corbel" w:eastAsia="Times New Roman" w:cs="Calibri"/>
                <w:b w:val="0"/>
                <w:smallCaps w:val="0"/>
                <w:color w:val="000000"/>
                <w:szCs w:val="24"/>
                <w:lang w:eastAsia="pl-PL"/>
              </w:rPr>
              <w:t>Odnie</w:t>
            </w:r>
            <w:r>
              <w:rPr>
                <w:rFonts w:ascii="Corbel" w:hAnsi="Corbel" w:eastAsia="Times New Roman" w:cs="Calibri"/>
                <w:b w:val="0"/>
                <w:smallCaps w:val="0"/>
                <w:color w:val="000000"/>
                <w:szCs w:val="24"/>
                <w:lang w:eastAsia="pl-PL"/>
              </w:rPr>
              <w:t>sienie do efektów  kierunkowych</w:t>
            </w:r>
            <w:r w:rsidRPr="003F00E0">
              <w:rPr>
                <w:rStyle w:val="Odwoanieprzypisudolnego"/>
                <w:rFonts w:ascii="Corbel" w:hAnsi="Corbel" w:eastAsia="Times New Roman" w:cs="Calibri"/>
                <w:b w:val="0"/>
                <w:smallCaps w:val="0"/>
                <w:color w:val="000000"/>
                <w:szCs w:val="24"/>
                <w:lang w:eastAsia="pl-PL"/>
              </w:rPr>
              <w:footnoteReference w:id="1"/>
            </w:r>
          </w:p>
        </w:tc>
      </w:tr>
      <w:tr w:rsidRPr="003F00E0" w:rsidR="00DF716A" w:rsidTr="008D1373" w14:paraId="121FDB7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DF716A" w:rsidP="008C6237" w:rsidRDefault="00DF716A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230B" w:rsidR="00DF716A" w:rsidP="00653EF4" w:rsidRDefault="00DF716A" w14:paraId="6864B47A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28EA" w:rsidR="00DF716A" w:rsidP="00653EF4" w:rsidRDefault="00DF716A" w14:paraId="79569C6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Pr="003F00E0" w:rsidR="00DF716A" w:rsidTr="008D1373" w14:paraId="6D45D4B6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DF716A" w:rsidP="008C6237" w:rsidRDefault="00DF716A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230B" w:rsidR="00DF716A" w:rsidP="00653EF4" w:rsidRDefault="00DF716A" w14:paraId="5F5DFAAB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O</w:t>
            </w:r>
            <w:proofErr w:type="spellStart"/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kreśla</w:t>
            </w:r>
            <w:proofErr w:type="spellEnd"/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 xml:space="preserve"> przyczyny zmian struktur gospodarczych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28EA" w:rsidR="00DF716A" w:rsidP="00653EF4" w:rsidRDefault="00DF716A" w14:paraId="600668D8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Pr="003F00E0" w:rsidR="00DF716A" w:rsidTr="008D1373" w14:paraId="2339493C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DF716A" w:rsidP="008C6237" w:rsidRDefault="00DF716A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230B" w:rsidR="00DF716A" w:rsidP="00653EF4" w:rsidRDefault="00DF716A" w14:paraId="1F3B24E0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28EA" w:rsidR="00DF716A" w:rsidP="00653EF4" w:rsidRDefault="00DF716A" w14:paraId="4BB8B948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Pr="003F00E0" w:rsidR="00DF716A" w:rsidTr="008D1373" w14:paraId="4E574578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DF716A" w:rsidP="008C6237" w:rsidRDefault="00DF716A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230B" w:rsidR="00DF716A" w:rsidP="00653EF4" w:rsidRDefault="00DF716A" w14:paraId="5B3E6C68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28EA" w:rsidR="00DF716A" w:rsidP="00653EF4" w:rsidRDefault="00DF716A" w14:paraId="31229AF3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Pr="003F00E0" w:rsidR="00DF716A" w:rsidTr="008D1373" w14:paraId="606AD68D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DF716A" w:rsidP="008C6237" w:rsidRDefault="00DF716A" w14:paraId="743572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230B" w:rsidR="00DF716A" w:rsidP="00653EF4" w:rsidRDefault="00DF716A" w14:paraId="2703CCE5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28EA" w:rsidR="00DF716A" w:rsidP="00653EF4" w:rsidRDefault="00DF716A" w14:paraId="0495AD78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Pr="003F00E0" w:rsidR="00DF716A" w:rsidTr="008D1373" w14:paraId="667626C3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DF716A" w:rsidP="008C6237" w:rsidRDefault="00DF716A" w14:paraId="139A52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230B" w:rsidR="00DF716A" w:rsidP="00653EF4" w:rsidRDefault="00DF716A" w14:paraId="23D99C66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P</w:t>
            </w:r>
            <w:proofErr w:type="spellStart"/>
            <w:r w:rsidRPr="00B36494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lanuje</w:t>
            </w:r>
            <w:proofErr w:type="spellEnd"/>
            <w:r w:rsidRPr="00B36494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 xml:space="preserve"> i organizuje pracę indywidualną oraz w zespole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28EA" w:rsidR="00DF716A" w:rsidP="00653EF4" w:rsidRDefault="00DF716A" w14:paraId="1A5D6DC2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Pr="003F00E0" w:rsidR="00DF716A" w:rsidTr="008D1373" w14:paraId="69E6354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00E0" w:rsidR="00DF716A" w:rsidP="008C6237" w:rsidRDefault="00DF716A" w14:paraId="55CE86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230B" w:rsidR="00DF716A" w:rsidP="00653EF4" w:rsidRDefault="00DF716A" w14:paraId="61E5CBEB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hAnsi="Corbel" w:eastAsia="Times New Roman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28EA" w:rsidR="00DF716A" w:rsidP="00653EF4" w:rsidRDefault="00DF716A" w14:paraId="5B2AA153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:rsidR="0085747A" w:rsidP="009C54AE" w:rsidRDefault="0085747A" w14:paraId="410165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3F00E0" w:rsidR="008C6237" w:rsidP="009C54AE" w:rsidRDefault="008C6237" w14:paraId="4B99056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3B2CFE4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3.3</w:t>
      </w:r>
      <w:r w:rsidR="008C6237">
        <w:rPr>
          <w:rFonts w:ascii="Corbel" w:hAnsi="Corbel"/>
          <w:b/>
          <w:sz w:val="24"/>
          <w:szCs w:val="24"/>
        </w:rPr>
        <w:t>.</w:t>
      </w:r>
      <w:r w:rsidRPr="003F00E0" w:rsidR="001D7B54">
        <w:rPr>
          <w:rFonts w:ascii="Corbel" w:hAnsi="Corbel"/>
          <w:b/>
          <w:sz w:val="24"/>
          <w:szCs w:val="24"/>
        </w:rPr>
        <w:t xml:space="preserve"> </w:t>
      </w:r>
      <w:r w:rsidRPr="003F00E0" w:rsidR="0085747A">
        <w:rPr>
          <w:rFonts w:ascii="Corbel" w:hAnsi="Corbel"/>
          <w:b/>
          <w:sz w:val="24"/>
          <w:szCs w:val="24"/>
        </w:rPr>
        <w:t>T</w:t>
      </w:r>
      <w:r w:rsidR="008C6237">
        <w:rPr>
          <w:rFonts w:ascii="Corbel" w:hAnsi="Corbel"/>
          <w:b/>
          <w:sz w:val="24"/>
          <w:szCs w:val="24"/>
        </w:rPr>
        <w:t>reści programowe</w:t>
      </w:r>
    </w:p>
    <w:p w:rsidRPr="003F00E0" w:rsidR="008C6237" w:rsidP="009C54AE" w:rsidRDefault="008C6237" w14:paraId="1299C43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3F00E0" w:rsidR="0085747A" w:rsidP="009C54AE" w:rsidRDefault="0085747A" w14:paraId="7D0EF8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 xml:space="preserve">Problematyka wykładu </w:t>
      </w:r>
    </w:p>
    <w:p w:rsidRPr="003F00E0" w:rsidR="00675843" w:rsidP="009C54AE" w:rsidRDefault="00675843" w14:paraId="4DDBEF0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3F00E0" w:rsidR="0085747A" w:rsidTr="00D23E0F" w14:paraId="587EA2A8" w14:textId="77777777">
        <w:trPr>
          <w:jc w:val="center"/>
        </w:trPr>
        <w:tc>
          <w:tcPr>
            <w:tcW w:w="9639" w:type="dxa"/>
          </w:tcPr>
          <w:p w:rsidRPr="003F00E0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3F00E0" w:rsidR="007C54E7" w:rsidTr="00D23E0F" w14:paraId="79B0CC8D" w14:textId="77777777">
        <w:trPr>
          <w:jc w:val="center"/>
        </w:trPr>
        <w:tc>
          <w:tcPr>
            <w:tcW w:w="9639" w:type="dxa"/>
          </w:tcPr>
          <w:p w:rsidRPr="003F00E0" w:rsidR="007C54E7" w:rsidP="00381137" w:rsidRDefault="007C54E7" w14:paraId="74323F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Pr="003F00E0" w:rsidR="00381137" w:rsidTr="00D23E0F" w14:paraId="408DFC41" w14:textId="77777777">
        <w:trPr>
          <w:jc w:val="center"/>
        </w:trPr>
        <w:tc>
          <w:tcPr>
            <w:tcW w:w="9639" w:type="dxa"/>
          </w:tcPr>
          <w:p w:rsidRPr="003F00E0" w:rsidR="00381137" w:rsidP="00381137" w:rsidRDefault="00381137" w14:paraId="2817FB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Triada pojęć: logistyka, zarządzanie logistyczne, systemy logistyczne.</w:t>
            </w:r>
          </w:p>
        </w:tc>
      </w:tr>
      <w:tr w:rsidRPr="003F00E0" w:rsidR="007C54E7" w:rsidTr="00D23E0F" w14:paraId="2111A374" w14:textId="77777777">
        <w:trPr>
          <w:jc w:val="center"/>
        </w:trPr>
        <w:tc>
          <w:tcPr>
            <w:tcW w:w="9639" w:type="dxa"/>
          </w:tcPr>
          <w:p w:rsidRPr="003F00E0" w:rsidR="007C54E7" w:rsidP="00381137" w:rsidRDefault="007C54E7" w14:paraId="717660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strategia konkurencyjności</w:t>
            </w:r>
            <w:r w:rsidRPr="003F00E0" w:rsidR="003C38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3F00E0" w:rsidR="00381137" w:rsidTr="00D23E0F" w14:paraId="11108A45" w14:textId="77777777">
        <w:trPr>
          <w:jc w:val="center"/>
        </w:trPr>
        <w:tc>
          <w:tcPr>
            <w:tcW w:w="9639" w:type="dxa"/>
          </w:tcPr>
          <w:p w:rsidRPr="003F00E0" w:rsidR="00381137" w:rsidP="00381137" w:rsidRDefault="00381137" w14:paraId="1EDCF0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Łańcuch logistyczny.  Infrastruktura procesów logistycznych.</w:t>
            </w:r>
          </w:p>
        </w:tc>
      </w:tr>
      <w:tr w:rsidRPr="003F00E0" w:rsidR="007C54E7" w:rsidTr="00D23E0F" w14:paraId="2D922677" w14:textId="77777777">
        <w:trPr>
          <w:jc w:val="center"/>
        </w:trPr>
        <w:tc>
          <w:tcPr>
            <w:tcW w:w="9639" w:type="dxa"/>
          </w:tcPr>
          <w:p w:rsidRPr="003F00E0" w:rsidR="007C54E7" w:rsidP="00381137" w:rsidRDefault="007C54E7" w14:paraId="4E5B96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Elementy obsługi klienta. Przygotowywanie zamówień oraz systemy informacji. </w:t>
            </w:r>
          </w:p>
        </w:tc>
      </w:tr>
      <w:tr w:rsidRPr="003F00E0" w:rsidR="007C54E7" w:rsidTr="00D23E0F" w14:paraId="7C41611F" w14:textId="77777777">
        <w:trPr>
          <w:jc w:val="center"/>
        </w:trPr>
        <w:tc>
          <w:tcPr>
            <w:tcW w:w="9639" w:type="dxa"/>
          </w:tcPr>
          <w:p w:rsidRPr="003F00E0" w:rsidR="007C54E7" w:rsidP="003C3896" w:rsidRDefault="007C54E7" w14:paraId="07A783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Logistyczny system transportu </w:t>
            </w:r>
          </w:p>
        </w:tc>
      </w:tr>
      <w:tr w:rsidRPr="003F00E0" w:rsidR="007C54E7" w:rsidTr="00D23E0F" w14:paraId="2B7F3973" w14:textId="77777777">
        <w:trPr>
          <w:jc w:val="center"/>
        </w:trPr>
        <w:tc>
          <w:tcPr>
            <w:tcW w:w="9639" w:type="dxa"/>
          </w:tcPr>
          <w:p w:rsidRPr="003F00E0" w:rsidR="007C54E7" w:rsidP="003C3896" w:rsidRDefault="007C54E7" w14:paraId="354FA1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Logistyka w sferze produkcji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3F00E0" w:rsidR="007C54E7" w:rsidTr="00D23E0F" w14:paraId="7ADE406B" w14:textId="77777777">
        <w:trPr>
          <w:jc w:val="center"/>
        </w:trPr>
        <w:tc>
          <w:tcPr>
            <w:tcW w:w="9639" w:type="dxa"/>
          </w:tcPr>
          <w:p w:rsidRPr="003F00E0" w:rsidR="007C54E7" w:rsidP="003C3896" w:rsidRDefault="007C54E7" w14:paraId="7D68DE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w sferze dystrybucji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3F00E0" w:rsidR="0085747A" w:rsidP="009C54AE" w:rsidRDefault="0085747A" w14:paraId="3461D77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3F00E0" w:rsidR="0085747A" w:rsidP="009C54AE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Pr="003F00E0" w:rsidR="009F4610">
        <w:rPr>
          <w:rFonts w:ascii="Corbel" w:hAnsi="Corbel"/>
          <w:sz w:val="24"/>
          <w:szCs w:val="24"/>
        </w:rPr>
        <w:t xml:space="preserve">, </w:t>
      </w:r>
      <w:r w:rsidRPr="003F00E0">
        <w:rPr>
          <w:rFonts w:ascii="Corbel" w:hAnsi="Corbel"/>
          <w:sz w:val="24"/>
          <w:szCs w:val="24"/>
        </w:rPr>
        <w:t xml:space="preserve">zajęć praktycznych </w:t>
      </w:r>
    </w:p>
    <w:p w:rsidRPr="003F00E0" w:rsidR="0085747A" w:rsidP="009C54AE" w:rsidRDefault="0085747A" w14:paraId="3CF2D8B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3F00E0" w:rsidR="0085747A" w:rsidTr="00923D7D" w14:paraId="55225495" w14:textId="77777777">
        <w:tc>
          <w:tcPr>
            <w:tcW w:w="9639" w:type="dxa"/>
          </w:tcPr>
          <w:p w:rsidRPr="003F00E0" w:rsidR="0085747A" w:rsidP="009C54AE" w:rsidRDefault="0085747A" w14:paraId="5D69D22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3F00E0" w:rsidR="003C3896" w:rsidTr="00923D7D" w14:paraId="6B19F5F8" w14:textId="77777777">
        <w:tc>
          <w:tcPr>
            <w:tcW w:w="9639" w:type="dxa"/>
          </w:tcPr>
          <w:p w:rsidRPr="003F00E0" w:rsidR="003C3896" w:rsidP="003C3896" w:rsidRDefault="003C3896" w14:paraId="1E0DAE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a i obszary zadaniowe logistyki.</w:t>
            </w:r>
          </w:p>
        </w:tc>
      </w:tr>
      <w:tr w:rsidRPr="003F00E0" w:rsidR="003C3896" w:rsidTr="00923D7D" w14:paraId="7CCBD2CE" w14:textId="77777777">
        <w:tc>
          <w:tcPr>
            <w:tcW w:w="9639" w:type="dxa"/>
          </w:tcPr>
          <w:p w:rsidRPr="003F00E0" w:rsidR="003C3896" w:rsidP="003C3896" w:rsidRDefault="003C3896" w14:paraId="6C2016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System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logistyczny w przedsiębiorstwie.</w:t>
            </w:r>
          </w:p>
        </w:tc>
      </w:tr>
      <w:tr w:rsidRPr="003F00E0" w:rsidR="003C3896" w:rsidTr="00923D7D" w14:paraId="668E5F0E" w14:textId="77777777">
        <w:tc>
          <w:tcPr>
            <w:tcW w:w="9639" w:type="dxa"/>
          </w:tcPr>
          <w:p w:rsidRPr="003F00E0" w:rsidR="003C3896" w:rsidP="003C3896" w:rsidRDefault="003C3896" w14:paraId="2978B6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Zintegrowane kształt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owanie przepływów logistycznych.</w:t>
            </w:r>
          </w:p>
        </w:tc>
      </w:tr>
      <w:tr w:rsidRPr="003F00E0" w:rsidR="003C3896" w:rsidTr="00923D7D" w14:paraId="51FAC71C" w14:textId="77777777">
        <w:tc>
          <w:tcPr>
            <w:tcW w:w="9639" w:type="dxa"/>
          </w:tcPr>
          <w:p w:rsidRPr="003F00E0" w:rsidR="003C3896" w:rsidP="003C3896" w:rsidRDefault="00087317" w14:paraId="02C718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łańcuchami dostaw.</w:t>
            </w:r>
          </w:p>
        </w:tc>
      </w:tr>
      <w:tr w:rsidRPr="003F00E0" w:rsidR="003C3896" w:rsidTr="00923D7D" w14:paraId="7D4A095B" w14:textId="77777777">
        <w:tc>
          <w:tcPr>
            <w:tcW w:w="9639" w:type="dxa"/>
          </w:tcPr>
          <w:p w:rsidRPr="003F00E0" w:rsidR="003C3896" w:rsidP="003C3896" w:rsidRDefault="00087317" w14:paraId="5597BA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Koszty w logistyce.</w:t>
            </w:r>
          </w:p>
        </w:tc>
      </w:tr>
      <w:tr w:rsidRPr="003F00E0" w:rsidR="003C3896" w:rsidTr="00923D7D" w14:paraId="6E938D60" w14:textId="77777777">
        <w:tc>
          <w:tcPr>
            <w:tcW w:w="9639" w:type="dxa"/>
          </w:tcPr>
          <w:p w:rsidRPr="003F00E0" w:rsidR="003C3896" w:rsidP="003C3896" w:rsidRDefault="00087317" w14:paraId="00BCF6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Obsługa klienta.</w:t>
            </w:r>
          </w:p>
        </w:tc>
      </w:tr>
      <w:tr w:rsidRPr="003F00E0" w:rsidR="003C3896" w:rsidTr="00923D7D" w14:paraId="7DFFC45F" w14:textId="77777777">
        <w:tc>
          <w:tcPr>
            <w:tcW w:w="9639" w:type="dxa"/>
          </w:tcPr>
          <w:p w:rsidRPr="003F00E0" w:rsidR="003C3896" w:rsidP="003C3896" w:rsidRDefault="003C3896" w14:paraId="635984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Infras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truktura procesów logistycznych.</w:t>
            </w:r>
          </w:p>
        </w:tc>
      </w:tr>
      <w:tr w:rsidRPr="003F00E0" w:rsidR="003C3896" w:rsidTr="00923D7D" w14:paraId="15D3A653" w14:textId="77777777">
        <w:tc>
          <w:tcPr>
            <w:tcW w:w="9639" w:type="dxa"/>
          </w:tcPr>
          <w:p w:rsidRPr="003F00E0" w:rsidR="003C3896" w:rsidP="003C3896" w:rsidRDefault="003C3896" w14:paraId="5048E4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zaopa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trzenia, strategie zakupowe.</w:t>
            </w:r>
          </w:p>
        </w:tc>
      </w:tr>
      <w:tr w:rsidRPr="003F00E0" w:rsidR="003C3896" w:rsidTr="00923D7D" w14:paraId="77A27859" w14:textId="77777777">
        <w:tc>
          <w:tcPr>
            <w:tcW w:w="9639" w:type="dxa"/>
          </w:tcPr>
          <w:p w:rsidRPr="003F00E0" w:rsidR="003C3896" w:rsidP="003C3896" w:rsidRDefault="003C3896" w14:paraId="6A6B42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Koncepcje 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ogistyczne uzupełniania zapasów.</w:t>
            </w:r>
          </w:p>
        </w:tc>
      </w:tr>
      <w:tr w:rsidRPr="003F00E0" w:rsidR="003C3896" w:rsidTr="00923D7D" w14:paraId="6756E079" w14:textId="77777777">
        <w:tc>
          <w:tcPr>
            <w:tcW w:w="9639" w:type="dxa"/>
          </w:tcPr>
          <w:p w:rsidRPr="003F00E0" w:rsidR="003C3896" w:rsidP="003C3896" w:rsidRDefault="003C3896" w14:paraId="2368A1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ogistyka w sferze magazynowania.</w:t>
            </w:r>
          </w:p>
        </w:tc>
      </w:tr>
      <w:tr w:rsidRPr="003F00E0" w:rsidR="003C3896" w:rsidTr="00923D7D" w14:paraId="744916A2" w14:textId="77777777">
        <w:tc>
          <w:tcPr>
            <w:tcW w:w="9639" w:type="dxa"/>
          </w:tcPr>
          <w:p w:rsidRPr="003F00E0" w:rsidR="003C3896" w:rsidP="003C3896" w:rsidRDefault="00087317" w14:paraId="3CD1AC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Decyzje dotyczące transportu.</w:t>
            </w:r>
          </w:p>
        </w:tc>
      </w:tr>
      <w:tr w:rsidRPr="003F00E0" w:rsidR="003C3896" w:rsidTr="00923D7D" w14:paraId="65B9AC75" w14:textId="77777777">
        <w:tc>
          <w:tcPr>
            <w:tcW w:w="9639" w:type="dxa"/>
          </w:tcPr>
          <w:p w:rsidRPr="003F00E0" w:rsidR="003C3896" w:rsidP="003C3896" w:rsidRDefault="00087317" w14:paraId="5862EC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Logistyka dystrybucji.</w:t>
            </w:r>
          </w:p>
        </w:tc>
      </w:tr>
      <w:tr w:rsidRPr="003F00E0" w:rsidR="003C3896" w:rsidTr="00923D7D" w14:paraId="2EF5770C" w14:textId="77777777">
        <w:tc>
          <w:tcPr>
            <w:tcW w:w="9639" w:type="dxa"/>
          </w:tcPr>
          <w:p w:rsidRPr="003F00E0" w:rsidR="003C3896" w:rsidP="003C3896" w:rsidRDefault="003C3896" w14:paraId="78EFBF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Kierunki rozwoju logistyki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3F00E0" w:rsidR="0085747A" w:rsidP="009C54AE" w:rsidRDefault="0085747A" w14:paraId="0FB7827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3F00E0" w:rsidR="0085747A" w:rsidP="009C54AE" w:rsidRDefault="009F4610" w14:paraId="29097ED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3.4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Metody dydaktyczne</w:t>
      </w:r>
      <w:r w:rsidRPr="003F00E0">
        <w:rPr>
          <w:rFonts w:ascii="Corbel" w:hAnsi="Corbel"/>
          <w:b w:val="0"/>
          <w:smallCaps w:val="0"/>
          <w:szCs w:val="24"/>
        </w:rPr>
        <w:t xml:space="preserve"> </w:t>
      </w:r>
    </w:p>
    <w:p w:rsidRPr="003F00E0" w:rsidR="0085747A" w:rsidP="009C54AE" w:rsidRDefault="0085747A" w14:paraId="1FC399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F716A" w:rsidP="00DF716A" w:rsidRDefault="00381137" w14:paraId="2CF815E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W</w:t>
      </w:r>
      <w:r w:rsidRPr="003F00E0" w:rsidR="00D23E0F">
        <w:rPr>
          <w:rFonts w:ascii="Corbel" w:hAnsi="Corbel"/>
          <w:b w:val="0"/>
          <w:smallCaps w:val="0"/>
          <w:szCs w:val="24"/>
        </w:rPr>
        <w:t>ykład z prezentacją multimedialną</w:t>
      </w:r>
      <w:r w:rsidRPr="003F00E0">
        <w:rPr>
          <w:rFonts w:ascii="Corbel" w:hAnsi="Corbel"/>
          <w:b w:val="0"/>
          <w:smallCaps w:val="0"/>
          <w:szCs w:val="24"/>
        </w:rPr>
        <w:t xml:space="preserve">. </w:t>
      </w:r>
    </w:p>
    <w:p w:rsidRPr="003F00E0" w:rsidR="0085747A" w:rsidP="00DF716A" w:rsidRDefault="00381137" w14:paraId="1D4171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:rsidRPr="003F00E0" w:rsidR="00A648C2" w:rsidP="009C54AE" w:rsidRDefault="00A648C2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F00E0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4. </w:t>
      </w:r>
      <w:r w:rsidRPr="003F00E0" w:rsidR="0085747A">
        <w:rPr>
          <w:rFonts w:ascii="Corbel" w:hAnsi="Corbel"/>
          <w:smallCaps w:val="0"/>
          <w:szCs w:val="24"/>
        </w:rPr>
        <w:t>METODY I KRYTERIA OCENY</w:t>
      </w:r>
      <w:r w:rsidRPr="003F00E0" w:rsidR="009F4610">
        <w:rPr>
          <w:rFonts w:ascii="Corbel" w:hAnsi="Corbel"/>
          <w:smallCaps w:val="0"/>
          <w:szCs w:val="24"/>
        </w:rPr>
        <w:t xml:space="preserve"> </w:t>
      </w:r>
    </w:p>
    <w:p w:rsidRPr="003F00E0" w:rsidR="00923D7D" w:rsidP="009C54AE" w:rsidRDefault="00923D7D" w14:paraId="62EBF3C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3F00E0" w:rsidR="0085747A" w:rsidP="009C54AE" w:rsidRDefault="0085747A" w14:paraId="7C7ABEB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4.1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Sposoby weryfikacji efektów </w:t>
      </w:r>
      <w:r w:rsidR="008C6237">
        <w:rPr>
          <w:rFonts w:ascii="Corbel" w:hAnsi="Corbel"/>
          <w:smallCaps w:val="0"/>
          <w:szCs w:val="24"/>
        </w:rPr>
        <w:t>ucz</w:t>
      </w:r>
      <w:r w:rsidRPr="003F00E0">
        <w:rPr>
          <w:rFonts w:ascii="Corbel" w:hAnsi="Corbel"/>
          <w:smallCaps w:val="0"/>
          <w:szCs w:val="24"/>
        </w:rPr>
        <w:t>enia</w:t>
      </w:r>
      <w:r w:rsidR="008C6237">
        <w:rPr>
          <w:rFonts w:ascii="Corbel" w:hAnsi="Corbel"/>
          <w:smallCaps w:val="0"/>
          <w:szCs w:val="24"/>
        </w:rPr>
        <w:t xml:space="preserve"> się</w:t>
      </w:r>
    </w:p>
    <w:p w:rsidRPr="003F00E0" w:rsidR="0085747A" w:rsidP="009C54AE" w:rsidRDefault="0085747A" w14:paraId="6D98A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Pr="003F00E0" w:rsidR="0085747A" w:rsidTr="00923D7D" w14:paraId="3CD72C34" w14:textId="77777777">
        <w:tc>
          <w:tcPr>
            <w:tcW w:w="2410" w:type="dxa"/>
            <w:vAlign w:val="center"/>
          </w:tcPr>
          <w:p w:rsidRPr="003F00E0" w:rsidR="0085747A" w:rsidP="00A648C2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3F00E0" w:rsidR="0085747A" w:rsidP="00A648C2" w:rsidRDefault="0085747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:rsidRPr="003F00E0" w:rsidR="0085747A" w:rsidP="00A648C2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3F00E0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3F00E0" w:rsidR="00923D7D" w:rsidP="00A648C2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3F00E0" w:rsidR="0085747A" w:rsidP="00A648C2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3F00E0" w:rsidR="00056311" w:rsidTr="00923D7D" w14:paraId="2195B7E4" w14:textId="77777777">
        <w:tc>
          <w:tcPr>
            <w:tcW w:w="2410" w:type="dxa"/>
          </w:tcPr>
          <w:p w:rsidRPr="003F00E0" w:rsidR="00056311" w:rsidP="00A648C2" w:rsidRDefault="008C6237" w14:paraId="4EEBB90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 w:rsidR="0005631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:rsidRPr="003F00E0" w:rsidR="00056311" w:rsidP="00A648C2" w:rsidRDefault="00056311" w14:paraId="3D40A44A" w14:textId="77777777">
            <w:pPr>
              <w:pStyle w:val="Punktygwne"/>
              <w:spacing w:before="0" w:after="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, test, </w:t>
            </w:r>
            <w:r w:rsidRPr="00103640" w:rsidR="00DF716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:rsidRPr="003F00E0" w:rsidR="00056311" w:rsidP="00A648C2" w:rsidRDefault="00056311" w14:paraId="2F73B9DA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3F00E0" w:rsidR="00056311" w:rsidTr="00923D7D" w14:paraId="55DD9E7F" w14:textId="77777777">
        <w:tc>
          <w:tcPr>
            <w:tcW w:w="2410" w:type="dxa"/>
          </w:tcPr>
          <w:p w:rsidRPr="003F00E0" w:rsidR="00056311" w:rsidP="00A648C2" w:rsidRDefault="008C6237" w14:paraId="69FEFE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 w:rsidR="00056311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:rsidRPr="003F00E0" w:rsidR="00056311" w:rsidP="00A648C2" w:rsidRDefault="00056311" w14:paraId="79443EC3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="00DF716A">
              <w:t xml:space="preserve"> </w:t>
            </w:r>
            <w:r w:rsidRPr="00DF716A"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:rsidRPr="003F00E0" w:rsidR="00056311" w:rsidP="00A648C2" w:rsidRDefault="00056311" w14:paraId="35F77404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3F00E0" w:rsidR="00056311" w:rsidTr="00923D7D" w14:paraId="19DBAE3F" w14:textId="77777777">
        <w:tc>
          <w:tcPr>
            <w:tcW w:w="2410" w:type="dxa"/>
          </w:tcPr>
          <w:p w:rsidRPr="003F00E0" w:rsidR="00056311" w:rsidP="00A648C2" w:rsidRDefault="00056311" w14:paraId="002D746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:rsidRPr="003F00E0" w:rsidR="00056311" w:rsidP="00A648C2" w:rsidRDefault="00056311" w14:paraId="5CE7F9A1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Pr="00DF716A"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:rsidRPr="003F00E0" w:rsidR="00056311" w:rsidP="00A648C2" w:rsidRDefault="00056311" w14:paraId="3D54A698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3F00E0" w:rsidR="00056311" w:rsidTr="00923D7D" w14:paraId="38282CDE" w14:textId="77777777">
        <w:tc>
          <w:tcPr>
            <w:tcW w:w="2410" w:type="dxa"/>
          </w:tcPr>
          <w:p w:rsidRPr="003F00E0" w:rsidR="00056311" w:rsidP="00A648C2" w:rsidRDefault="00056311" w14:paraId="5990E71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Pr="003F00E0" w:rsidR="00056311" w:rsidP="00A648C2" w:rsidRDefault="00056311" w14:paraId="2BDDEF5C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Pr="00DF716A"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:rsidRPr="003F00E0" w:rsidR="00056311" w:rsidP="00A648C2" w:rsidRDefault="00056311" w14:paraId="7238A3CE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3F00E0" w:rsidR="00056311" w:rsidTr="00923D7D" w14:paraId="6E5C3F7F" w14:textId="77777777">
        <w:tc>
          <w:tcPr>
            <w:tcW w:w="2410" w:type="dxa"/>
          </w:tcPr>
          <w:p w:rsidRPr="003F00E0" w:rsidR="00056311" w:rsidP="00A648C2" w:rsidRDefault="00056311" w14:paraId="4A2F109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:rsidRPr="003F00E0" w:rsidR="00056311" w:rsidP="00A648C2" w:rsidRDefault="00056311" w14:paraId="4CC4F5A1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Pr="00DF716A"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:rsidRPr="003F00E0" w:rsidR="00056311" w:rsidP="00A648C2" w:rsidRDefault="00056311" w14:paraId="38E22598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3F00E0" w:rsidR="00056311" w:rsidTr="00923D7D" w14:paraId="4BDCAB1A" w14:textId="77777777">
        <w:tc>
          <w:tcPr>
            <w:tcW w:w="2410" w:type="dxa"/>
          </w:tcPr>
          <w:p w:rsidRPr="003F00E0" w:rsidR="00056311" w:rsidP="00A648C2" w:rsidRDefault="00056311" w14:paraId="1E73F4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103" w:type="dxa"/>
          </w:tcPr>
          <w:p w:rsidRPr="003F00E0" w:rsidR="00056311" w:rsidP="00A648C2" w:rsidRDefault="00056311" w14:paraId="4A8E63EA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Pr="00DF716A" w:rsidR="00DF716A">
              <w:rPr>
                <w:rFonts w:ascii="Corbel" w:hAnsi="Corbel" w:eastAsia="Times New Roman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:rsidRPr="003F00E0" w:rsidR="00056311" w:rsidP="00A648C2" w:rsidRDefault="00056311" w14:paraId="36029483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  <w:tr w:rsidRPr="003F00E0" w:rsidR="00056311" w:rsidTr="00923D7D" w14:paraId="5F607ACC" w14:textId="77777777">
        <w:tc>
          <w:tcPr>
            <w:tcW w:w="2410" w:type="dxa"/>
          </w:tcPr>
          <w:p w:rsidRPr="003F00E0" w:rsidR="00056311" w:rsidP="00A648C2" w:rsidRDefault="00056311" w14:paraId="1E02E8D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:rsidRPr="003F00E0" w:rsidR="00056311" w:rsidP="00A648C2" w:rsidRDefault="00056311" w14:paraId="2E5DB9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:rsidRPr="003F00E0" w:rsidR="00056311" w:rsidP="00A648C2" w:rsidRDefault="00056311" w14:paraId="0ED1A835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F00E0">
              <w:rPr>
                <w:rFonts w:ascii="Corbel" w:hAnsi="Corbel" w:eastAsia="Times New Roman"/>
                <w:sz w:val="24"/>
                <w:szCs w:val="24"/>
                <w:lang w:eastAsia="pl-PL"/>
              </w:rPr>
              <w:t>wykład, ćwiczenia</w:t>
            </w:r>
          </w:p>
        </w:tc>
      </w:tr>
    </w:tbl>
    <w:p w:rsidRPr="003F00E0" w:rsidR="00923D7D" w:rsidP="009C54AE" w:rsidRDefault="00923D7D" w14:paraId="2946DB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F00E0" w:rsidR="0085747A" w:rsidP="009C54AE" w:rsidRDefault="003E1941" w14:paraId="312CE4C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4.2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</w:t>
      </w:r>
      <w:r w:rsidRPr="003F00E0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3F00E0" w:rsidR="00923D7D">
        <w:rPr>
          <w:rFonts w:ascii="Corbel" w:hAnsi="Corbel"/>
          <w:smallCaps w:val="0"/>
          <w:szCs w:val="24"/>
        </w:rPr>
        <w:t xml:space="preserve"> </w:t>
      </w:r>
    </w:p>
    <w:p w:rsidRPr="003F00E0" w:rsidR="00923D7D" w:rsidP="009C54AE" w:rsidRDefault="00923D7D" w14:paraId="5997CC1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3F00E0" w:rsidR="0085747A" w:rsidTr="718E8872" w14:paraId="505755D6" w14:textId="77777777">
        <w:tc>
          <w:tcPr>
            <w:tcW w:w="9670" w:type="dxa"/>
            <w:tcMar/>
          </w:tcPr>
          <w:p w:rsidR="00DF716A" w:rsidP="008C6237" w:rsidRDefault="00DF716A" w14:paraId="1D509D1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Zaliczenie ćwiczeń na podstawie testu sprawdzającego oraz aktywności na ćwiczeniach. </w:t>
            </w:r>
          </w:p>
          <w:p w:rsidRPr="003F00E0" w:rsidR="0085747A" w:rsidP="05C169FA" w:rsidRDefault="007A76DD" w14:paraId="6955CCD6" w14:textId="7E4F2E4E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5C169FA" w:rsidR="00522FB6">
              <w:rPr>
                <w:rFonts w:ascii="Corbel" w:hAnsi="Corbel"/>
                <w:sz w:val="24"/>
                <w:szCs w:val="24"/>
              </w:rPr>
              <w:t xml:space="preserve">egzaminacyjna </w:t>
            </w:r>
            <w:r w:rsidRPr="05C169FA">
              <w:rPr>
                <w:rFonts w:ascii="Corbel" w:hAnsi="Corbel"/>
                <w:sz w:val="24"/>
                <w:szCs w:val="24"/>
              </w:rPr>
              <w:t xml:space="preserve">na podstawie </w:t>
            </w:r>
            <w:r w:rsidRPr="05C169FA" w:rsidR="00522FB6">
              <w:rPr>
                <w:rFonts w:ascii="Corbel" w:hAnsi="Corbel"/>
                <w:sz w:val="24"/>
                <w:szCs w:val="24"/>
              </w:rPr>
              <w:t>pracy pisemnej</w:t>
            </w:r>
            <w:r w:rsidRPr="05C169FA" w:rsidR="00056311">
              <w:rPr>
                <w:rFonts w:ascii="Corbel" w:hAnsi="Corbel"/>
                <w:sz w:val="24"/>
                <w:szCs w:val="24"/>
              </w:rPr>
              <w:t>, testowo-opisowej</w:t>
            </w:r>
            <w:r w:rsidRPr="05C169FA" w:rsidR="00522FB6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Pr="003F00E0" w:rsidR="0085747A" w:rsidP="05C169FA" w:rsidRDefault="0EF1445D" w14:paraId="28EBB1C2" w14:textId="35BCFE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18E8872" w:rsidR="0EF1445D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:rsidRPr="003F00E0" w:rsidR="0085747A" w:rsidP="718E8872" w:rsidRDefault="0EF1445D" w14:paraId="22E2E19B" w14:noSpellErr="1" w14:textId="1E628B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P="009C54AE" w:rsidRDefault="0085747A" w14:paraId="110FFD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F00E0" w:rsidR="008C6237" w:rsidP="009C54AE" w:rsidRDefault="008C6237" w14:paraId="6B6993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F00E0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 xml:space="preserve">5. </w:t>
      </w:r>
      <w:r w:rsidRPr="003F00E0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3F00E0" w:rsidR="0085747A" w:rsidP="009C54AE" w:rsidRDefault="0085747A" w14:paraId="3FE9F2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3F00E0" w:rsidR="0085747A" w:rsidTr="003E1941" w14:paraId="63D9DE79" w14:textId="77777777">
        <w:tc>
          <w:tcPr>
            <w:tcW w:w="4962" w:type="dxa"/>
            <w:vAlign w:val="center"/>
          </w:tcPr>
          <w:p w:rsidRPr="003F00E0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3F00E0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3F00E0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3F00E0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F00E0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3F00E0" w:rsidR="0085747A" w:rsidTr="00923D7D" w14:paraId="44F2BD93" w14:textId="77777777">
        <w:tc>
          <w:tcPr>
            <w:tcW w:w="4962" w:type="dxa"/>
          </w:tcPr>
          <w:p w:rsidRPr="003F00E0" w:rsidR="0085747A" w:rsidP="008C6237" w:rsidRDefault="00C61DC5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</w:t>
            </w:r>
            <w:r w:rsidRPr="003F00E0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00E0">
              <w:rPr>
                <w:rFonts w:ascii="Corbel" w:hAnsi="Corbel"/>
                <w:sz w:val="24"/>
                <w:szCs w:val="24"/>
              </w:rPr>
              <w:t>kontaktowe</w:t>
            </w:r>
            <w:r w:rsidRPr="003F00E0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00E0">
              <w:rPr>
                <w:rFonts w:ascii="Corbel" w:hAnsi="Corbel"/>
                <w:sz w:val="24"/>
                <w:szCs w:val="24"/>
              </w:rPr>
              <w:t>ynikające</w:t>
            </w:r>
            <w:r w:rsidRPr="003F00E0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23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3F00E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3F00E0" w:rsidR="0085747A" w:rsidP="008C6237" w:rsidRDefault="00B14097" w14:paraId="43FBD11F" w14:textId="1843A7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Pr="003F00E0" w:rsidR="00C61DC5" w:rsidTr="00923D7D" w14:paraId="241AFB94" w14:textId="77777777">
        <w:tc>
          <w:tcPr>
            <w:tcW w:w="4962" w:type="dxa"/>
          </w:tcPr>
          <w:p w:rsidRPr="003F00E0" w:rsidR="00C61DC5" w:rsidP="009C54AE" w:rsidRDefault="00C61DC5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3F00E0" w:rsidR="00C61DC5" w:rsidP="009C54A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3F00E0" w:rsidR="00C61DC5" w:rsidP="008C6237" w:rsidRDefault="00585FB0" w14:paraId="0B7781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3F00E0" w:rsidR="00C61DC5" w:rsidTr="00923D7D" w14:paraId="71F2F695" w14:textId="77777777">
        <w:tc>
          <w:tcPr>
            <w:tcW w:w="4962" w:type="dxa"/>
          </w:tcPr>
          <w:p w:rsidRPr="003F00E0" w:rsidR="00C61DC5" w:rsidP="00463944" w:rsidRDefault="00C61DC5" w14:paraId="5658C85E" w14:textId="67E88E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F00E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F00E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63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C6237">
              <w:rPr>
                <w:rFonts w:ascii="Corbel" w:hAnsi="Corbel"/>
                <w:sz w:val="24"/>
                <w:szCs w:val="24"/>
              </w:rPr>
              <w:t>gzaminu</w:t>
            </w:r>
            <w:r w:rsidRPr="003F00E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3F00E0" w:rsidR="00C61DC5" w:rsidP="008C6237" w:rsidRDefault="00B14097" w14:paraId="41C0AA51" w14:textId="366FAC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3F00E0" w:rsidR="0085747A" w:rsidTr="00923D7D" w14:paraId="2B55E3E1" w14:textId="77777777">
        <w:tc>
          <w:tcPr>
            <w:tcW w:w="4962" w:type="dxa"/>
          </w:tcPr>
          <w:p w:rsidRPr="003F00E0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3F00E0" w:rsidR="0085747A" w:rsidP="008C6237" w:rsidRDefault="00585FB0" w14:paraId="58A771A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3F00E0" w:rsidR="0085747A" w:rsidTr="00923D7D" w14:paraId="42922784" w14:textId="77777777">
        <w:tc>
          <w:tcPr>
            <w:tcW w:w="4962" w:type="dxa"/>
          </w:tcPr>
          <w:p w:rsidRPr="003F00E0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3F00E0" w:rsidR="0085747A" w:rsidP="008C6237" w:rsidRDefault="00585FB0" w14:paraId="7A036E3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3F00E0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00E0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3F00E0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3F00E0" w:rsidR="008C6237" w:rsidP="009C54AE" w:rsidRDefault="008C6237" w14:paraId="08CE6F9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F00E0" w:rsidR="0085747A" w:rsidP="009C54AE" w:rsidRDefault="0071620A" w14:paraId="60BDDF4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6. </w:t>
      </w:r>
      <w:r w:rsidRPr="003F00E0" w:rsidR="0085747A">
        <w:rPr>
          <w:rFonts w:ascii="Corbel" w:hAnsi="Corbel"/>
          <w:smallCaps w:val="0"/>
          <w:szCs w:val="24"/>
        </w:rPr>
        <w:t>PRAKTYKI ZAWODOWE W RAMACH PRZEDMIOTU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:rsidRPr="003F00E0" w:rsidR="0085747A" w:rsidP="009C54AE" w:rsidRDefault="0085747A" w14:paraId="61CDCEA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3F00E0" w:rsidR="0085747A" w:rsidTr="005506D9" w14:paraId="5454FE01" w14:textId="77777777">
        <w:trPr>
          <w:trHeight w:val="397"/>
        </w:trPr>
        <w:tc>
          <w:tcPr>
            <w:tcW w:w="2359" w:type="pct"/>
          </w:tcPr>
          <w:p w:rsidRPr="003F00E0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3F00E0" w:rsidR="0085747A" w:rsidP="008C6237" w:rsidRDefault="008C6237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3F00E0" w:rsidR="0085747A" w:rsidTr="005506D9" w14:paraId="5BCC8499" w14:textId="77777777">
        <w:trPr>
          <w:trHeight w:val="397"/>
        </w:trPr>
        <w:tc>
          <w:tcPr>
            <w:tcW w:w="2359" w:type="pct"/>
          </w:tcPr>
          <w:p w:rsidRPr="003F00E0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3F00E0" w:rsidR="0085747A" w:rsidP="008C6237" w:rsidRDefault="008C6237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6BB9E25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3F00E0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7. </w:t>
      </w:r>
      <w:r w:rsidRPr="003F00E0" w:rsidR="0085747A">
        <w:rPr>
          <w:rFonts w:ascii="Corbel" w:hAnsi="Corbel"/>
          <w:smallCaps w:val="0"/>
          <w:szCs w:val="24"/>
        </w:rPr>
        <w:t>LITERATURA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:rsidRPr="003F00E0" w:rsidR="00675843" w:rsidP="009C54AE" w:rsidRDefault="00675843" w14:paraId="52E5622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3F00E0" w:rsidR="0085747A" w:rsidTr="05C169FA" w14:paraId="4D9A4B5E" w14:textId="77777777">
        <w:trPr>
          <w:trHeight w:val="397"/>
        </w:trPr>
        <w:tc>
          <w:tcPr>
            <w:tcW w:w="5000" w:type="pct"/>
          </w:tcPr>
          <w:p w:rsidRPr="003F00E0" w:rsidR="002D0905" w:rsidP="008C6237" w:rsidRDefault="0085747A" w14:paraId="0D317C7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3F00E0" w:rsidR="002D09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3F00E0" w:rsidR="00056311" w:rsidP="008C6237" w:rsidRDefault="00627485" w14:paraId="3BCDA21D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konkurencyjność przedsiębior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stwa / Magdalena K. Gąsowska. 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proofErr w:type="spellStart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, 2018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3F00E0" w:rsidR="00056311" w:rsidP="008C6237" w:rsidRDefault="00056311" w14:paraId="68C86493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Ekologistyka</w:t>
            </w:r>
            <w:proofErr w:type="spellEnd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: teoria i praktyka / Andrzej Szymonik. Warszawa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="008C6237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C6237">
              <w:rPr>
                <w:rFonts w:ascii="Corbel" w:hAnsi="Corbel"/>
                <w:b w:val="0"/>
                <w:smallCaps w:val="0"/>
                <w:szCs w:val="24"/>
              </w:rPr>
              <w:t>, 2018.</w:t>
            </w:r>
          </w:p>
          <w:p w:rsidRPr="003F00E0" w:rsidR="0085747A" w:rsidP="008C6237" w:rsidRDefault="00627485" w14:paraId="3AF0B2BE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Informatyka dla potrzeb logistyka(i) / Andrzej Szymonik. Warszawa: </w:t>
            </w:r>
            <w:proofErr w:type="spellStart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, 2015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3F00E0" w:rsidR="0085747A" w:rsidTr="05C169FA" w14:paraId="34DD5FC0" w14:textId="77777777">
        <w:trPr>
          <w:trHeight w:val="397"/>
        </w:trPr>
        <w:tc>
          <w:tcPr>
            <w:tcW w:w="5000" w:type="pct"/>
          </w:tcPr>
          <w:p w:rsidRPr="003F00E0" w:rsidR="0085747A" w:rsidP="008C6237" w:rsidRDefault="0085747A" w14:paraId="1616B1D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8C6237" w:rsidR="00951BF1" w:rsidP="05C169FA" w:rsidRDefault="00627485" w14:paraId="578A85FC" w14:textId="4A114ED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5C169FA">
              <w:rPr>
                <w:rFonts w:ascii="Corbel" w:hAnsi="Corbel"/>
                <w:b w:val="0"/>
                <w:smallCaps w:val="0"/>
              </w:rPr>
              <w:lastRenderedPageBreak/>
              <w:t xml:space="preserve">Logistyka / Radosław Śliwka, Wojciech Rokicki, Tomasz </w:t>
            </w:r>
            <w:proofErr w:type="spellStart"/>
            <w:r w:rsidRPr="05C169FA">
              <w:rPr>
                <w:rFonts w:ascii="Corbel" w:hAnsi="Corbel"/>
                <w:b w:val="0"/>
                <w:smallCaps w:val="0"/>
              </w:rPr>
              <w:t>Lus</w:t>
            </w:r>
            <w:proofErr w:type="spellEnd"/>
            <w:r w:rsidRPr="05C169FA">
              <w:rPr>
                <w:rFonts w:ascii="Corbel" w:hAnsi="Corbel"/>
                <w:b w:val="0"/>
                <w:smallCaps w:val="0"/>
              </w:rPr>
              <w:t>. Warszawa: Wydawnictwo Naukowe PWN,</w:t>
            </w:r>
            <w:r w:rsidRPr="05C169FA" w:rsidR="008C623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C169FA">
              <w:rPr>
                <w:rFonts w:ascii="Corbel" w:hAnsi="Corbel"/>
                <w:b w:val="0"/>
                <w:smallCaps w:val="0"/>
              </w:rPr>
              <w:t>2016.</w:t>
            </w: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:rsidRPr="008C6237" w:rsidR="00951BF1" w:rsidP="05C169FA" w:rsidRDefault="47EEDC7F" w14:paraId="4EC29BE5" w14:textId="1310B45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 w:eastAsia="Corbel" w:cs="Corbel"/>
                <w:b w:val="0"/>
                <w:smallCaps w:val="0"/>
                <w:color w:val="000000"/>
                <w:szCs w:val="24"/>
              </w:rPr>
            </w:pP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CeDeWu</w:t>
            </w:r>
            <w:proofErr w:type="spellEnd"/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, s. 11-29, ISBN: 978-83-7556-809-7</w:t>
            </w:r>
          </w:p>
        </w:tc>
      </w:tr>
    </w:tbl>
    <w:p w:rsidRPr="003F00E0" w:rsidR="0085747A" w:rsidP="009C54AE" w:rsidRDefault="0085747A" w14:paraId="07547A0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3F00E0" w:rsidR="0085747A" w:rsidP="009C54AE" w:rsidRDefault="0085747A" w14:paraId="5043CB0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3F00E0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3F00E0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80356" w:rsidP="00C16ABF" w:rsidRDefault="00280356" w14:paraId="12794C69" w14:textId="77777777">
      <w:pPr>
        <w:spacing w:after="0" w:line="240" w:lineRule="auto"/>
      </w:pPr>
      <w:r>
        <w:separator/>
      </w:r>
    </w:p>
  </w:endnote>
  <w:endnote w:type="continuationSeparator" w:id="0">
    <w:p w:rsidR="00280356" w:rsidP="00C16ABF" w:rsidRDefault="00280356" w14:paraId="7228A37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80356" w:rsidP="00C16ABF" w:rsidRDefault="00280356" w14:paraId="3858AE6B" w14:textId="77777777">
      <w:pPr>
        <w:spacing w:after="0" w:line="240" w:lineRule="auto"/>
      </w:pPr>
      <w:r>
        <w:separator/>
      </w:r>
    </w:p>
  </w:footnote>
  <w:footnote w:type="continuationSeparator" w:id="0">
    <w:p w:rsidR="00280356" w:rsidP="00C16ABF" w:rsidRDefault="00280356" w14:paraId="45B076A5" w14:textId="77777777">
      <w:pPr>
        <w:spacing w:after="0" w:line="240" w:lineRule="auto"/>
      </w:pPr>
      <w:r>
        <w:continuationSeparator/>
      </w:r>
    </w:p>
  </w:footnote>
  <w:footnote w:id="1">
    <w:p w:rsidR="003F00E0" w:rsidP="003F00E0" w:rsidRDefault="003F00E0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226BB8"/>
    <w:multiLevelType w:val="hybridMultilevel"/>
    <w:tmpl w:val="7130C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9B31798"/>
    <w:multiLevelType w:val="hybridMultilevel"/>
    <w:tmpl w:val="B94AD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proofState w:spelling="clean" w:grammar="dirty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AB3"/>
    <w:rsid w:val="00022ECE"/>
    <w:rsid w:val="0002403E"/>
    <w:rsid w:val="00042894"/>
    <w:rsid w:val="00042A51"/>
    <w:rsid w:val="00042D2E"/>
    <w:rsid w:val="00044C82"/>
    <w:rsid w:val="00056311"/>
    <w:rsid w:val="00070ED6"/>
    <w:rsid w:val="000742DC"/>
    <w:rsid w:val="00084C12"/>
    <w:rsid w:val="0008731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161D"/>
    <w:rsid w:val="000D04B0"/>
    <w:rsid w:val="000F1C57"/>
    <w:rsid w:val="000F5615"/>
    <w:rsid w:val="00101CBA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FE2"/>
    <w:rsid w:val="002144C0"/>
    <w:rsid w:val="0022477D"/>
    <w:rsid w:val="002336F9"/>
    <w:rsid w:val="0024028F"/>
    <w:rsid w:val="00244ABC"/>
    <w:rsid w:val="00280356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905"/>
    <w:rsid w:val="002D73D4"/>
    <w:rsid w:val="002F02A3"/>
    <w:rsid w:val="002F4ABE"/>
    <w:rsid w:val="003018BA"/>
    <w:rsid w:val="00305C92"/>
    <w:rsid w:val="003151C5"/>
    <w:rsid w:val="003204E1"/>
    <w:rsid w:val="003235DB"/>
    <w:rsid w:val="003343CF"/>
    <w:rsid w:val="00346FE9"/>
    <w:rsid w:val="0034759A"/>
    <w:rsid w:val="003503F6"/>
    <w:rsid w:val="003530DD"/>
    <w:rsid w:val="00363F78"/>
    <w:rsid w:val="00375690"/>
    <w:rsid w:val="00381137"/>
    <w:rsid w:val="00390F0C"/>
    <w:rsid w:val="00393EEF"/>
    <w:rsid w:val="003A0A5B"/>
    <w:rsid w:val="003A1176"/>
    <w:rsid w:val="003C0BAE"/>
    <w:rsid w:val="003C3896"/>
    <w:rsid w:val="003D18A9"/>
    <w:rsid w:val="003D6CE2"/>
    <w:rsid w:val="003E1941"/>
    <w:rsid w:val="003E2FE6"/>
    <w:rsid w:val="003E49D5"/>
    <w:rsid w:val="003F00E0"/>
    <w:rsid w:val="003F38C0"/>
    <w:rsid w:val="003F655E"/>
    <w:rsid w:val="003F701F"/>
    <w:rsid w:val="00414E3C"/>
    <w:rsid w:val="00416482"/>
    <w:rsid w:val="0042244A"/>
    <w:rsid w:val="0042745A"/>
    <w:rsid w:val="00431D5C"/>
    <w:rsid w:val="004362C6"/>
    <w:rsid w:val="00437A11"/>
    <w:rsid w:val="00437FA2"/>
    <w:rsid w:val="004556DA"/>
    <w:rsid w:val="00461EFC"/>
    <w:rsid w:val="00463944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20A8"/>
    <w:rsid w:val="004C7A65"/>
    <w:rsid w:val="004D5282"/>
    <w:rsid w:val="004E4AAA"/>
    <w:rsid w:val="004F1551"/>
    <w:rsid w:val="004F55A3"/>
    <w:rsid w:val="0050496F"/>
    <w:rsid w:val="00513B6F"/>
    <w:rsid w:val="00517C63"/>
    <w:rsid w:val="00522E9E"/>
    <w:rsid w:val="00522FB6"/>
    <w:rsid w:val="005363C4"/>
    <w:rsid w:val="00536BDE"/>
    <w:rsid w:val="00543ACC"/>
    <w:rsid w:val="005506D9"/>
    <w:rsid w:val="00585FB0"/>
    <w:rsid w:val="005A0855"/>
    <w:rsid w:val="005A3196"/>
    <w:rsid w:val="005A4BBC"/>
    <w:rsid w:val="005B3DBA"/>
    <w:rsid w:val="005C080F"/>
    <w:rsid w:val="005C55E5"/>
    <w:rsid w:val="005C696A"/>
    <w:rsid w:val="005E6E85"/>
    <w:rsid w:val="005F31D2"/>
    <w:rsid w:val="0061029B"/>
    <w:rsid w:val="00617230"/>
    <w:rsid w:val="00621CE1"/>
    <w:rsid w:val="00627485"/>
    <w:rsid w:val="00647FA8"/>
    <w:rsid w:val="00653EF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1682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A76DD"/>
    <w:rsid w:val="007C3299"/>
    <w:rsid w:val="007C3BCC"/>
    <w:rsid w:val="007C54E7"/>
    <w:rsid w:val="007D6E56"/>
    <w:rsid w:val="007F4155"/>
    <w:rsid w:val="00802F72"/>
    <w:rsid w:val="0081707E"/>
    <w:rsid w:val="0082006D"/>
    <w:rsid w:val="00843CC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237"/>
    <w:rsid w:val="008D1373"/>
    <w:rsid w:val="008D3DFB"/>
    <w:rsid w:val="008E64F4"/>
    <w:rsid w:val="008F03EB"/>
    <w:rsid w:val="008F12C9"/>
    <w:rsid w:val="008F6E29"/>
    <w:rsid w:val="008F7D63"/>
    <w:rsid w:val="00916188"/>
    <w:rsid w:val="00923D7D"/>
    <w:rsid w:val="009508DF"/>
    <w:rsid w:val="00950DAC"/>
    <w:rsid w:val="00951BF1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940"/>
    <w:rsid w:val="00A36899"/>
    <w:rsid w:val="00A371F6"/>
    <w:rsid w:val="00A43BF6"/>
    <w:rsid w:val="00A54817"/>
    <w:rsid w:val="00A601C8"/>
    <w:rsid w:val="00A60799"/>
    <w:rsid w:val="00A648C2"/>
    <w:rsid w:val="00A74765"/>
    <w:rsid w:val="00A979D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097"/>
    <w:rsid w:val="00B21AC4"/>
    <w:rsid w:val="00B3130B"/>
    <w:rsid w:val="00B40ADB"/>
    <w:rsid w:val="00B43B77"/>
    <w:rsid w:val="00B43E80"/>
    <w:rsid w:val="00B607DB"/>
    <w:rsid w:val="00B66529"/>
    <w:rsid w:val="00B72384"/>
    <w:rsid w:val="00B75946"/>
    <w:rsid w:val="00B8056E"/>
    <w:rsid w:val="00B819C8"/>
    <w:rsid w:val="00B82308"/>
    <w:rsid w:val="00BB520A"/>
    <w:rsid w:val="00BD3869"/>
    <w:rsid w:val="00BD66E9"/>
    <w:rsid w:val="00BE7376"/>
    <w:rsid w:val="00BF2C41"/>
    <w:rsid w:val="00C038D4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383"/>
    <w:rsid w:val="00CF25BE"/>
    <w:rsid w:val="00CF78ED"/>
    <w:rsid w:val="00D02B25"/>
    <w:rsid w:val="00D02EBA"/>
    <w:rsid w:val="00D17C3C"/>
    <w:rsid w:val="00D23E0F"/>
    <w:rsid w:val="00D26B2C"/>
    <w:rsid w:val="00D34540"/>
    <w:rsid w:val="00D352C9"/>
    <w:rsid w:val="00D425B2"/>
    <w:rsid w:val="00D53E82"/>
    <w:rsid w:val="00D552B2"/>
    <w:rsid w:val="00D608D1"/>
    <w:rsid w:val="00D74119"/>
    <w:rsid w:val="00D8075B"/>
    <w:rsid w:val="00D8678B"/>
    <w:rsid w:val="00DA2114"/>
    <w:rsid w:val="00DA5179"/>
    <w:rsid w:val="00DE09C0"/>
    <w:rsid w:val="00DF320D"/>
    <w:rsid w:val="00DF605A"/>
    <w:rsid w:val="00DF716A"/>
    <w:rsid w:val="00DF71C8"/>
    <w:rsid w:val="00E129B8"/>
    <w:rsid w:val="00E144A9"/>
    <w:rsid w:val="00E21E7D"/>
    <w:rsid w:val="00E22FBC"/>
    <w:rsid w:val="00E24BF5"/>
    <w:rsid w:val="00E25338"/>
    <w:rsid w:val="00E369DE"/>
    <w:rsid w:val="00E51E44"/>
    <w:rsid w:val="00E63348"/>
    <w:rsid w:val="00E77E88"/>
    <w:rsid w:val="00E8107D"/>
    <w:rsid w:val="00E86740"/>
    <w:rsid w:val="00E961DA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0756"/>
    <w:rsid w:val="00FB7DBA"/>
    <w:rsid w:val="00FC1C25"/>
    <w:rsid w:val="00FC3F45"/>
    <w:rsid w:val="00FD503F"/>
    <w:rsid w:val="00FD7589"/>
    <w:rsid w:val="00FF016A"/>
    <w:rsid w:val="00FF1401"/>
    <w:rsid w:val="00FF1962"/>
    <w:rsid w:val="00FF5E7D"/>
    <w:rsid w:val="05C169FA"/>
    <w:rsid w:val="0EF1445D"/>
    <w:rsid w:val="47EEDC7F"/>
    <w:rsid w:val="718E8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E033"/>
  <w15:chartTrackingRefBased/>
  <w15:docId w15:val="{34024D77-C7D3-4EEC-A1EB-C740E8F9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fontstyle01" w:customStyle="1">
    <w:name w:val="fontstyle01"/>
    <w:rsid w:val="00C038D4"/>
    <w:rPr>
      <w:rFonts w:hint="default" w:ascii="Times-Bold" w:hAnsi="Times-Bold"/>
      <w:b/>
      <w:bCs/>
      <w:i w:val="0"/>
      <w:iCs w:val="0"/>
      <w:color w:val="000000"/>
      <w:sz w:val="22"/>
      <w:szCs w:val="22"/>
    </w:rPr>
  </w:style>
  <w:style w:type="character" w:styleId="highlight" w:customStyle="1">
    <w:name w:val="highlight"/>
    <w:rsid w:val="00056311"/>
  </w:style>
  <w:style w:type="character" w:styleId="Odwoaniedokomentarza">
    <w:name w:val="annotation reference"/>
    <w:uiPriority w:val="99"/>
    <w:semiHidden/>
    <w:unhideWhenUsed/>
    <w:rsid w:val="003F0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0E0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3F00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0E0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3F00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7A6F6-093A-4179-9E09-0925582E15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81007-2849-40BB-A4BC-361174680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6C69D6-B84D-40D7-AD6D-63872BF3AE1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Surmacz Tomasz</lastModifiedBy>
  <revision>19</revision>
  <lastPrinted>2017-02-15T21:41:00.0000000Z</lastPrinted>
  <dcterms:created xsi:type="dcterms:W3CDTF">2020-12-04T17:07:00.0000000Z</dcterms:created>
  <dcterms:modified xsi:type="dcterms:W3CDTF">2020-12-14T17:59:24.0501868Z</dcterms:modified>
</coreProperties>
</file>